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50" w:tblpY="-622"/>
        <w:tblW w:w="9228" w:type="dxa"/>
        <w:tblLook w:val="00A0"/>
      </w:tblPr>
      <w:tblGrid>
        <w:gridCol w:w="818"/>
        <w:gridCol w:w="1068"/>
        <w:gridCol w:w="1068"/>
        <w:gridCol w:w="1292"/>
        <w:gridCol w:w="4982"/>
      </w:tblGrid>
      <w:tr w:rsidR="0096430F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0F" w:rsidRDefault="0096430F" w:rsidP="006B285E">
            <w:pPr>
              <w:ind w:left="3969"/>
              <w:jc w:val="right"/>
            </w:pPr>
          </w:p>
        </w:tc>
      </w:tr>
      <w:tr w:rsidR="0096430F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6430F" w:rsidRPr="0016763C" w:rsidRDefault="0096430F" w:rsidP="00DB1EA8">
            <w:pPr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 xml:space="preserve">Приложение № </w:t>
            </w:r>
            <w:r>
              <w:rPr>
                <w:sz w:val="27"/>
                <w:szCs w:val="27"/>
              </w:rPr>
              <w:t>5</w:t>
            </w:r>
          </w:p>
        </w:tc>
      </w:tr>
      <w:tr w:rsidR="0096430F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6430F" w:rsidRPr="0016763C" w:rsidRDefault="0096430F" w:rsidP="0016763C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>к решению «О бюджетеМглинского</w:t>
            </w:r>
            <w:r>
              <w:rPr>
                <w:sz w:val="27"/>
                <w:szCs w:val="27"/>
              </w:rPr>
              <w:t>муниципального</w:t>
            </w:r>
          </w:p>
        </w:tc>
      </w:tr>
      <w:tr w:rsidR="0096430F" w:rsidRPr="0016763C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6430F" w:rsidRPr="0016763C" w:rsidRDefault="0096430F" w:rsidP="00970A2E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>района Брянской области</w:t>
            </w:r>
            <w:r>
              <w:rPr>
                <w:sz w:val="27"/>
                <w:szCs w:val="27"/>
              </w:rPr>
              <w:t xml:space="preserve"> на 2021 год и на плановый</w:t>
            </w:r>
          </w:p>
          <w:p w:rsidR="0096430F" w:rsidRPr="0016763C" w:rsidRDefault="0096430F" w:rsidP="00970A2E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>период 202</w:t>
            </w:r>
            <w:r>
              <w:rPr>
                <w:sz w:val="27"/>
                <w:szCs w:val="27"/>
              </w:rPr>
              <w:t>2</w:t>
            </w:r>
            <w:r w:rsidRPr="0016763C">
              <w:rPr>
                <w:sz w:val="27"/>
                <w:szCs w:val="27"/>
              </w:rPr>
              <w:t xml:space="preserve"> и 202</w:t>
            </w:r>
            <w:r>
              <w:rPr>
                <w:sz w:val="27"/>
                <w:szCs w:val="27"/>
              </w:rPr>
              <w:t>3</w:t>
            </w:r>
            <w:r w:rsidRPr="0016763C">
              <w:rPr>
                <w:sz w:val="27"/>
                <w:szCs w:val="27"/>
              </w:rPr>
              <w:t xml:space="preserve"> годов»     </w:t>
            </w:r>
          </w:p>
          <w:p w:rsidR="0096430F" w:rsidRPr="0016763C" w:rsidRDefault="0096430F" w:rsidP="00970A2E">
            <w:pPr>
              <w:spacing w:line="276" w:lineRule="auto"/>
              <w:jc w:val="right"/>
              <w:rPr>
                <w:sz w:val="27"/>
                <w:szCs w:val="27"/>
              </w:rPr>
            </w:pPr>
          </w:p>
        </w:tc>
      </w:tr>
      <w:tr w:rsidR="0096430F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6430F" w:rsidRPr="0016763C" w:rsidRDefault="0096430F" w:rsidP="00B5483C">
            <w:pPr>
              <w:jc w:val="right"/>
              <w:rPr>
                <w:sz w:val="27"/>
                <w:szCs w:val="27"/>
              </w:rPr>
            </w:pPr>
          </w:p>
          <w:p w:rsidR="0096430F" w:rsidRPr="0016763C" w:rsidRDefault="0096430F" w:rsidP="007E0264">
            <w:pPr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 xml:space="preserve">от </w:t>
            </w:r>
            <w:r>
              <w:rPr>
                <w:sz w:val="27"/>
                <w:szCs w:val="27"/>
              </w:rPr>
              <w:t>___________ 2020</w:t>
            </w:r>
            <w:r w:rsidRPr="0016763C">
              <w:rPr>
                <w:sz w:val="27"/>
                <w:szCs w:val="27"/>
              </w:rPr>
              <w:t xml:space="preserve"> года № </w:t>
            </w:r>
            <w:r>
              <w:rPr>
                <w:sz w:val="27"/>
                <w:szCs w:val="27"/>
              </w:rPr>
              <w:t>_____</w:t>
            </w:r>
            <w:bookmarkStart w:id="0" w:name="_GoBack"/>
            <w:bookmarkEnd w:id="0"/>
          </w:p>
        </w:tc>
      </w:tr>
      <w:tr w:rsidR="0096430F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6430F" w:rsidRDefault="0096430F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0F" w:rsidRDefault="0096430F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0F" w:rsidRDefault="0096430F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0F" w:rsidRDefault="0096430F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430F" w:rsidRDefault="0096430F" w:rsidP="006B285E">
            <w:pPr>
              <w:ind w:left="3969"/>
              <w:jc w:val="right"/>
            </w:pPr>
          </w:p>
        </w:tc>
      </w:tr>
    </w:tbl>
    <w:p w:rsidR="0096430F" w:rsidRDefault="0096430F" w:rsidP="0000175E">
      <w:pPr>
        <w:ind w:left="5664" w:firstLine="96"/>
      </w:pPr>
    </w:p>
    <w:p w:rsidR="0096430F" w:rsidRPr="008F2727" w:rsidRDefault="0096430F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96430F" w:rsidRPr="008F2727" w:rsidRDefault="0096430F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 xml:space="preserve">бюджета </w:t>
      </w:r>
      <w:r>
        <w:rPr>
          <w:b/>
          <w:sz w:val="28"/>
          <w:szCs w:val="28"/>
        </w:rPr>
        <w:t>Мглинского</w:t>
      </w:r>
      <w:r w:rsidRPr="008F2727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района Брянской области </w:t>
      </w:r>
      <w:r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96430F" w:rsidRDefault="0096430F" w:rsidP="0000175E"/>
    <w:tbl>
      <w:tblPr>
        <w:tblW w:w="0" w:type="auto"/>
        <w:tblInd w:w="-601" w:type="dxa"/>
        <w:tblLayout w:type="fixed"/>
        <w:tblLook w:val="00A0"/>
      </w:tblPr>
      <w:tblGrid>
        <w:gridCol w:w="1249"/>
        <w:gridCol w:w="2700"/>
        <w:gridCol w:w="5940"/>
      </w:tblGrid>
      <w:tr w:rsidR="0096430F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Pr="0000175E" w:rsidRDefault="0096430F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96430F" w:rsidRDefault="0096430F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96430F" w:rsidRDefault="0096430F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96430F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Pr="0000175E" w:rsidRDefault="0096430F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Pr="0000175E" w:rsidRDefault="0096430F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30F" w:rsidRDefault="0096430F" w:rsidP="009228E5">
            <w:pPr>
              <w:rPr>
                <w:szCs w:val="20"/>
              </w:rPr>
            </w:pPr>
          </w:p>
        </w:tc>
      </w:tr>
      <w:tr w:rsidR="0096430F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pStyle w:val="Heading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96430F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96430F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96430F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96430F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2F5E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1 12 01041 01 0000 120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2F5E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</w:t>
            </w:r>
          </w:p>
        </w:tc>
      </w:tr>
      <w:tr w:rsidR="0096430F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Pr="00F03D20" w:rsidRDefault="0096430F" w:rsidP="009228E5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96430F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rPr>
                <w:lang w:eastAsia="en-US"/>
              </w:rPr>
              <w:t>1 03 02231 01 0000 110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56248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96430F" w:rsidRDefault="0096430F" w:rsidP="009228E5">
            <w:pPr>
              <w:jc w:val="both"/>
              <w:rPr>
                <w:bCs/>
              </w:rPr>
            </w:pPr>
          </w:p>
        </w:tc>
      </w:tr>
      <w:tr w:rsidR="0096430F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rPr>
                <w:lang w:eastAsia="en-US"/>
              </w:rPr>
              <w:t>1 03 02241 01 0000 110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56248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96430F" w:rsidRDefault="0096430F" w:rsidP="009228E5">
            <w:pPr>
              <w:jc w:val="both"/>
              <w:rPr>
                <w:bCs/>
              </w:rPr>
            </w:pPr>
          </w:p>
        </w:tc>
      </w:tr>
      <w:tr w:rsidR="0096430F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rPr>
                <w:lang w:eastAsia="en-US"/>
              </w:rPr>
              <w:t>1 03 02251 01 0000 110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56248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96430F" w:rsidRDefault="0096430F" w:rsidP="009228E5">
            <w:pPr>
              <w:jc w:val="both"/>
              <w:rPr>
                <w:bCs/>
              </w:rPr>
            </w:pPr>
          </w:p>
        </w:tc>
      </w:tr>
      <w:tr w:rsidR="0096430F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rPr>
                <w:lang w:eastAsia="en-US"/>
              </w:rPr>
              <w:t>1 03 02261 01 0000 110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56248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96430F" w:rsidRDefault="0096430F" w:rsidP="009228E5">
            <w:pPr>
              <w:jc w:val="both"/>
              <w:rPr>
                <w:bCs/>
              </w:rPr>
            </w:pPr>
          </w:p>
        </w:tc>
      </w:tr>
      <w:tr w:rsidR="0096430F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pStyle w:val="Heading3"/>
            </w:pPr>
            <w:r>
              <w:t>Федеральная налоговая служба</w:t>
            </w:r>
          </w:p>
        </w:tc>
      </w:tr>
      <w:tr w:rsidR="0096430F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96430F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96430F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96430F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96430F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96430F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96430F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96430F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30F" w:rsidRDefault="0096430F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</w:tbl>
    <w:p w:rsidR="0096430F" w:rsidRDefault="0096430F" w:rsidP="0000175E"/>
    <w:p w:rsidR="0096430F" w:rsidRDefault="0096430F" w:rsidP="0000175E">
      <w:pPr>
        <w:autoSpaceDE w:val="0"/>
        <w:autoSpaceDN w:val="0"/>
        <w:adjustRightInd w:val="0"/>
        <w:ind w:left="-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вгруппировочном коде бюджетной  классификации в пределах определенной законодательством Российской Федерации компетенции.</w:t>
      </w:r>
    </w:p>
    <w:p w:rsidR="0096430F" w:rsidRPr="008F2727" w:rsidRDefault="0096430F" w:rsidP="00970A2E">
      <w:pPr>
        <w:autoSpaceDE w:val="0"/>
        <w:autoSpaceDN w:val="0"/>
        <w:adjustRightInd w:val="0"/>
        <w:ind w:left="-720" w:firstLine="540"/>
        <w:jc w:val="both"/>
        <w:rPr>
          <w:bCs/>
          <w:sz w:val="32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sectPr w:rsidR="0096430F" w:rsidRPr="008F2727" w:rsidSect="00BE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A2C"/>
    <w:rsid w:val="0000175E"/>
    <w:rsid w:val="00033D60"/>
    <w:rsid w:val="000D7028"/>
    <w:rsid w:val="00110B7B"/>
    <w:rsid w:val="0016763C"/>
    <w:rsid w:val="002F5E40"/>
    <w:rsid w:val="00311A2C"/>
    <w:rsid w:val="004A5A4A"/>
    <w:rsid w:val="00562484"/>
    <w:rsid w:val="00650365"/>
    <w:rsid w:val="00667BEB"/>
    <w:rsid w:val="006B285E"/>
    <w:rsid w:val="006B6638"/>
    <w:rsid w:val="006E0331"/>
    <w:rsid w:val="007041A5"/>
    <w:rsid w:val="00740CE0"/>
    <w:rsid w:val="00751796"/>
    <w:rsid w:val="007E0264"/>
    <w:rsid w:val="0082082D"/>
    <w:rsid w:val="008906B1"/>
    <w:rsid w:val="008A7257"/>
    <w:rsid w:val="008D2336"/>
    <w:rsid w:val="008F2727"/>
    <w:rsid w:val="009228E5"/>
    <w:rsid w:val="0094613E"/>
    <w:rsid w:val="0096430F"/>
    <w:rsid w:val="00970A2E"/>
    <w:rsid w:val="00B5483C"/>
    <w:rsid w:val="00B64C4D"/>
    <w:rsid w:val="00BE20C5"/>
    <w:rsid w:val="00BE2813"/>
    <w:rsid w:val="00C173AD"/>
    <w:rsid w:val="00CD3478"/>
    <w:rsid w:val="00D91781"/>
    <w:rsid w:val="00DB1EA8"/>
    <w:rsid w:val="00EC1ED4"/>
    <w:rsid w:val="00EF75F6"/>
    <w:rsid w:val="00F03D20"/>
    <w:rsid w:val="00F15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5E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20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082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33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2</Pages>
  <Words>611</Words>
  <Characters>3487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Admin</cp:lastModifiedBy>
  <cp:revision>17</cp:revision>
  <cp:lastPrinted>2020-11-17T12:31:00Z</cp:lastPrinted>
  <dcterms:created xsi:type="dcterms:W3CDTF">2018-11-01T07:10:00Z</dcterms:created>
  <dcterms:modified xsi:type="dcterms:W3CDTF">2020-11-17T12:31:00Z</dcterms:modified>
</cp:coreProperties>
</file>